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143F8C6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4FA23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829B0" w:rsidR="0085747A" w:rsidP="00EA4832" w:rsidRDefault="0071620A" w14:paraId="6B23C145" w14:textId="3B20144D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2829B0" w:rsidR="00DC6D0C">
        <w:rPr>
          <w:rFonts w:ascii="Corbel" w:hAnsi="Corbel"/>
          <w:b/>
          <w:smallCaps/>
          <w:sz w:val="24"/>
          <w:szCs w:val="24"/>
        </w:rPr>
        <w:t xml:space="preserve"> </w:t>
      </w:r>
      <w:r w:rsidR="009751B9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69395D" w:rsidRDefault="00445970" w14:paraId="6BA9BCA5" w14:textId="441B7C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2829B0">
        <w:rPr>
          <w:rFonts w:ascii="Corbel" w:hAnsi="Corbel"/>
          <w:sz w:val="20"/>
          <w:szCs w:val="20"/>
        </w:rPr>
        <w:t>202</w:t>
      </w:r>
      <w:r w:rsidR="009751B9">
        <w:rPr>
          <w:rFonts w:ascii="Corbel" w:hAnsi="Corbel"/>
          <w:sz w:val="20"/>
          <w:szCs w:val="20"/>
        </w:rPr>
        <w:t>1</w:t>
      </w:r>
      <w:r w:rsidRPr="002829B0" w:rsidR="002829B0">
        <w:rPr>
          <w:rFonts w:ascii="Corbel" w:hAnsi="Corbel"/>
          <w:sz w:val="20"/>
          <w:szCs w:val="20"/>
        </w:rPr>
        <w:t>/202</w:t>
      </w:r>
      <w:r w:rsidR="009751B9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9B6E77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8DBE02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0F1ED4E" w14:paraId="50F9C0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63343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47ACF32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Pr="009C54AE" w:rsidR="0085747A" w:rsidTr="10F1ED4E" w14:paraId="0A7754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8569B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4D8F388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E/I/EUB/C-1.19c</w:t>
            </w:r>
          </w:p>
        </w:tc>
      </w:tr>
      <w:tr w:rsidRPr="009C54AE" w:rsidR="0085747A" w:rsidTr="10F1ED4E" w14:paraId="33305474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EE6103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17512A" w14:paraId="7B0969E4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10F1ED4E" w14:paraId="0A605B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24AD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CC5F98" w14:paraId="7A117271" w14:textId="53E5331D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10F1ED4E" w14:paraId="3D9491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A320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829B0" w14:paraId="6621E6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10F1ED4E" w14:paraId="575A57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ABE1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C5F98" w:rsidR="0085747A" w:rsidP="009C54AE" w:rsidRDefault="00CC5F98" w14:paraId="67E500BE" w14:textId="7CB879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10F1ED4E" w14:paraId="7FD25D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CD92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C7D59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10F1ED4E" w14:paraId="276878A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58D4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C5F98" w:rsidR="0085747A" w:rsidP="009C54AE" w:rsidRDefault="0017512A" w14:paraId="1ECFDD46" w14:textId="4E4D74A1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Pr="009C54AE" w:rsidR="0085747A" w:rsidTr="10F1ED4E" w14:paraId="5C9B89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E8AD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124783E4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Pr="009C54AE" w:rsidR="0085747A" w:rsidTr="10F1ED4E" w14:paraId="713AAD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DD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C5F98" w:rsidR="0085747A" w:rsidP="009C54AE" w:rsidRDefault="0017512A" w14:paraId="0780BF61" w14:textId="70B32D7A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Pr="009C54AE" w:rsidR="00923D7D" w:rsidTr="10F1ED4E" w14:paraId="65E5E6D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31649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829B0" w:rsidR="00923D7D" w:rsidP="009C54AE" w:rsidRDefault="002829B0" w14:paraId="3917ECD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2829B0" w:rsidR="0017512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9C54AE" w:rsidR="002829B0" w:rsidTr="10F1ED4E" w14:paraId="39FD54A5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3FD4E3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10F1ED4E" w:rsidRDefault="002829B0" w14:paraId="652E3D94" w14:textId="22BABD90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10F1ED4E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  <w:tr w:rsidRPr="009C54AE" w:rsidR="002829B0" w:rsidTr="10F1ED4E" w14:paraId="4C3BF828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46A51D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10F1ED4E" w:rsidRDefault="002829B0" w14:paraId="47741AFB" w14:textId="504EADFE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10F1ED4E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</w:tbl>
    <w:p w:rsidRPr="009C54AE" w:rsidR="0085747A" w:rsidP="009C54AE" w:rsidRDefault="0085747A" w14:paraId="33AC02BB" w14:textId="7F1B90F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38EC1A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6A8E7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829B0" w14:paraId="115A3B7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8B7E2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17F49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2197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BB94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326E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C71B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8014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FA60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E97F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ED828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A8A1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829B0" w14:paraId="2AEF0DF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829B0" w14:paraId="4DA87A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36BCA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D4F" w14:paraId="69530C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20BDB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FA90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7300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E356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7264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F78C4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D4F" w14:paraId="571DBD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FF6789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D7C3E5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270B6D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E22D4F" w14:paraId="7923667D" w14:textId="178F47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:rsidRPr="009C54AE" w:rsidR="0085747A" w:rsidP="00F83B28" w:rsidRDefault="0085747A" w14:paraId="5E1FCA6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4A5FC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ED20EA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10E73" w:rsidR="00E22D4F" w:rsidP="00E22D4F" w:rsidRDefault="00E22D4F" w14:paraId="4C07F4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:rsidRPr="00BA42D1" w:rsidR="00E22D4F" w:rsidP="00E22D4F" w:rsidRDefault="00E22D4F" w14:paraId="683855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086568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578192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D956B78" w14:textId="77777777">
        <w:tc>
          <w:tcPr>
            <w:tcW w:w="9670" w:type="dxa"/>
          </w:tcPr>
          <w:p w:rsidRPr="009C54AE" w:rsidR="0085747A" w:rsidP="00E22D4F" w:rsidRDefault="00E22D4F" w14:paraId="5B69D61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:rsidRPr="009C54AE" w:rsidR="0085747A" w:rsidP="009C54AE" w:rsidRDefault="0085747A" w14:paraId="06462F6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7848A7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64AAE8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A1532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A2DF67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55E41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16DB2E5" w14:textId="77777777">
        <w:tc>
          <w:tcPr>
            <w:tcW w:w="851" w:type="dxa"/>
            <w:vAlign w:val="center"/>
          </w:tcPr>
          <w:p w:rsidRPr="009C54AE" w:rsidR="0085747A" w:rsidP="009C54AE" w:rsidRDefault="0085747A" w14:paraId="3A1D0A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07173C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85747A" w:rsidTr="00923D7D" w14:paraId="0BBC2A4C" w14:textId="77777777">
        <w:tc>
          <w:tcPr>
            <w:tcW w:w="851" w:type="dxa"/>
            <w:vAlign w:val="center"/>
          </w:tcPr>
          <w:p w:rsidRPr="009C54AE" w:rsidR="0085747A" w:rsidP="009C54AE" w:rsidRDefault="00E22D4F" w14:paraId="0874B56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00605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Pr="009C54AE" w:rsidR="0085747A" w:rsidTr="00923D7D" w14:paraId="7AFC4E0C" w14:textId="77777777">
        <w:tc>
          <w:tcPr>
            <w:tcW w:w="851" w:type="dxa"/>
            <w:vAlign w:val="center"/>
          </w:tcPr>
          <w:p w:rsidRPr="009C54AE" w:rsidR="0085747A" w:rsidP="009C54AE" w:rsidRDefault="0085747A" w14:paraId="4CAF6F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F31C04" w:rsidRDefault="00E22D4F" w14:paraId="01497AE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Pr="009C54AE" w:rsidR="0085747A" w:rsidP="009C54AE" w:rsidRDefault="0085747A" w14:paraId="3C4B1EA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8E4525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A3709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E22D4F" w14:paraId="25C1E2C7" w14:textId="77777777">
        <w:tc>
          <w:tcPr>
            <w:tcW w:w="1681" w:type="dxa"/>
            <w:vAlign w:val="center"/>
          </w:tcPr>
          <w:p w:rsidRPr="009C54AE" w:rsidR="0085747A" w:rsidP="009C54AE" w:rsidRDefault="0085747A" w14:paraId="0C773A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51C46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8C983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22D4F" w:rsidTr="00E22D4F" w14:paraId="1E69E145" w14:textId="77777777">
        <w:tc>
          <w:tcPr>
            <w:tcW w:w="1681" w:type="dxa"/>
          </w:tcPr>
          <w:p w:rsidRPr="009C54AE" w:rsidR="00E22D4F" w:rsidP="00E22D4F" w:rsidRDefault="00E22D4F" w14:paraId="1A25AB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3A70B6" w:rsidR="00E22D4F" w:rsidP="00E22D4F" w:rsidRDefault="00E22D4F" w14:paraId="3224069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:rsidRPr="003A70B6" w:rsidR="00E22D4F" w:rsidP="00CC5F98" w:rsidRDefault="00E22D4F" w14:paraId="2B1D4EE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E22D4F" w:rsidTr="00E22D4F" w14:paraId="7C27E896" w14:textId="77777777">
        <w:tc>
          <w:tcPr>
            <w:tcW w:w="1681" w:type="dxa"/>
          </w:tcPr>
          <w:p w:rsidRPr="009C54AE" w:rsidR="00E22D4F" w:rsidP="00E22D4F" w:rsidRDefault="00E22D4F" w14:paraId="5EF3E1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A70B6" w:rsidR="00E22D4F" w:rsidP="00E22D4F" w:rsidRDefault="00E22D4F" w14:paraId="4D23442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:rsidR="00E22D4F" w:rsidP="00CC5F98" w:rsidRDefault="00E22D4F" w14:paraId="5CFAC9F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:rsidRPr="003A70B6" w:rsidR="00E22D4F" w:rsidP="00CC5F98" w:rsidRDefault="00E22D4F" w14:paraId="1C22BFE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E22D4F" w:rsidTr="00E22D4F" w14:paraId="63A2A098" w14:textId="77777777">
        <w:tc>
          <w:tcPr>
            <w:tcW w:w="1681" w:type="dxa"/>
          </w:tcPr>
          <w:p w:rsidRPr="009C54AE" w:rsidR="00E22D4F" w:rsidP="00E22D4F" w:rsidRDefault="00E22D4F" w14:paraId="2212B8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A6330" w:rsidR="00E22D4F" w:rsidP="009E784B" w:rsidRDefault="009E784B" w14:paraId="432EAA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:rsidRPr="000A6330" w:rsidR="00E22D4F" w:rsidP="00CC5F98" w:rsidRDefault="00E22D4F" w14:paraId="705841C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:rsidRPr="000A6330" w:rsidR="00E22D4F" w:rsidP="00CC5F98" w:rsidRDefault="00E22D4F" w14:paraId="04E0C04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:rsidRPr="000A6330" w:rsidR="009E784B" w:rsidP="00CC5F98" w:rsidRDefault="00E22D4F" w14:paraId="3D3CE1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C54AE" w:rsidR="00E22D4F" w:rsidTr="00E22D4F" w14:paraId="58896C93" w14:textId="77777777">
        <w:tc>
          <w:tcPr>
            <w:tcW w:w="1681" w:type="dxa"/>
          </w:tcPr>
          <w:p w:rsidRPr="003A70B6" w:rsidR="00E22D4F" w:rsidP="00E22D4F" w:rsidRDefault="00E22D4F" w14:paraId="70F7C58D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0A6330" w:rsidR="00E22D4F" w:rsidP="007A484E" w:rsidRDefault="007A484E" w14:paraId="6C62A65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A484E" w:rsidP="00CC5F98" w:rsidRDefault="007A484E" w14:paraId="1F95063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:rsidRPr="000A6330" w:rsidR="00E22D4F" w:rsidP="00CC5F98" w:rsidRDefault="00E22D4F" w14:paraId="331D44E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:rsidRPr="000A6330" w:rsidR="009E784B" w:rsidP="00CC5F98" w:rsidRDefault="00E22D4F" w14:paraId="04E822B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Pr="009C54AE" w:rsidR="00E22D4F" w:rsidTr="00E22D4F" w14:paraId="643D0BE0" w14:textId="77777777">
        <w:tc>
          <w:tcPr>
            <w:tcW w:w="1681" w:type="dxa"/>
          </w:tcPr>
          <w:p w:rsidRPr="003A70B6" w:rsidR="00E22D4F" w:rsidP="00E22D4F" w:rsidRDefault="00E22D4F" w14:paraId="2B171AEC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Pr="003A70B6" w:rsidR="00E22D4F" w:rsidP="00E22D4F" w:rsidRDefault="007A484E" w14:paraId="3070893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:rsidR="007A484E" w:rsidP="00CC5F98" w:rsidRDefault="007A484E" w14:paraId="684C75F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Pr="003A70B6" w:rsidR="00E22D4F" w:rsidP="00CC5F98" w:rsidRDefault="007A484E" w14:paraId="5855878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E22D4F" w:rsidTr="00E22D4F" w14:paraId="1850A937" w14:textId="77777777">
        <w:tc>
          <w:tcPr>
            <w:tcW w:w="1681" w:type="dxa"/>
          </w:tcPr>
          <w:p w:rsidRPr="003A70B6" w:rsidR="00E22D4F" w:rsidP="00E22D4F" w:rsidRDefault="00E22D4F" w14:paraId="14FD75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0A6330" w:rsidR="00E22D4F" w:rsidP="00E22D4F" w:rsidRDefault="009E784B" w14:paraId="5A89FE8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:rsidR="00E22D4F" w:rsidP="00CC5F98" w:rsidRDefault="00E22D4F" w14:paraId="7AF5C4D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:rsidRPr="000A6330" w:rsidR="009E784B" w:rsidP="00CC5F98" w:rsidRDefault="009E784B" w14:paraId="418EA4A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85747A" w14:paraId="69785C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9712E7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B0FF11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DA069D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E628923" w14:paraId="730C559A" w14:textId="77777777">
        <w:tc>
          <w:tcPr>
            <w:tcW w:w="9520" w:type="dxa"/>
          </w:tcPr>
          <w:p w:rsidRPr="009C54AE" w:rsidR="0085747A" w:rsidP="009C54AE" w:rsidRDefault="0085747A" w14:paraId="1E09A50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E628923" w14:paraId="2DA69858" w14:textId="77777777">
        <w:tc>
          <w:tcPr>
            <w:tcW w:w="9520" w:type="dxa"/>
          </w:tcPr>
          <w:p w:rsidRPr="009C54AE" w:rsidR="0085747A" w:rsidP="009C54AE" w:rsidRDefault="00E22D4F" w14:paraId="3B3CFC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E22D4F" w:rsidTr="4E628923" w14:paraId="0A144C64" w14:textId="77777777">
        <w:tc>
          <w:tcPr>
            <w:tcW w:w="9520" w:type="dxa"/>
          </w:tcPr>
          <w:p w:rsidRPr="009C54AE" w:rsidR="00E22D4F" w:rsidP="009C54AE" w:rsidRDefault="00E22D4F" w14:paraId="6B2F21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Pr="009C54AE" w:rsidR="00E22D4F" w:rsidTr="4E628923" w14:paraId="29DE33E8" w14:textId="77777777">
        <w:tc>
          <w:tcPr>
            <w:tcW w:w="9520" w:type="dxa"/>
          </w:tcPr>
          <w:p w:rsidRPr="009C54AE" w:rsidR="00E22D4F" w:rsidP="009C54AE" w:rsidRDefault="00E22D4F" w14:paraId="47C349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Pr="009C54AE" w:rsidR="00E22D4F" w:rsidTr="4E628923" w14:paraId="02DDFFBC" w14:textId="77777777">
        <w:tc>
          <w:tcPr>
            <w:tcW w:w="9520" w:type="dxa"/>
          </w:tcPr>
          <w:p w:rsidRPr="00241B25" w:rsidR="00E22D4F" w:rsidP="00E22D4F" w:rsidRDefault="00E22D4F" w14:paraId="4C7A175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Pr="009C54AE" w:rsidR="00E22D4F" w:rsidTr="4E628923" w14:paraId="6F4387E5" w14:textId="77777777">
        <w:tc>
          <w:tcPr>
            <w:tcW w:w="9520" w:type="dxa"/>
          </w:tcPr>
          <w:p w:rsidRPr="00241B25" w:rsidR="00E22D4F" w:rsidP="00E22D4F" w:rsidRDefault="00E22D4F" w14:paraId="19A8795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Pr="009C54AE" w:rsidR="00E22D4F" w:rsidTr="4E628923" w14:paraId="71B7785D" w14:textId="77777777">
        <w:tc>
          <w:tcPr>
            <w:tcW w:w="9520" w:type="dxa"/>
          </w:tcPr>
          <w:p w:rsidRPr="00241B25" w:rsidR="00E22D4F" w:rsidP="00E22D4F" w:rsidRDefault="00CC5F98" w14:paraId="0CC1611E" w14:textId="5973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Pr="00241B25" w:rsidR="00E22D4F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Pr="009C54AE" w:rsidR="00E22D4F" w:rsidTr="4E628923" w14:paraId="58D7A422" w14:textId="77777777">
        <w:tc>
          <w:tcPr>
            <w:tcW w:w="9520" w:type="dxa"/>
          </w:tcPr>
          <w:p w:rsidRPr="00241B25" w:rsidR="00E22D4F" w:rsidP="00E22D4F" w:rsidRDefault="00E22D4F" w14:paraId="35B0C08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Pr="009C54AE" w:rsidR="00E22D4F" w:rsidTr="4E628923" w14:paraId="6D16A9E4" w14:textId="77777777">
        <w:tc>
          <w:tcPr>
            <w:tcW w:w="9520" w:type="dxa"/>
          </w:tcPr>
          <w:p w:rsidRPr="00241B25" w:rsidR="00E22D4F" w:rsidP="00E22D4F" w:rsidRDefault="00E22D4F" w14:paraId="63C08E0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Pr="009C54AE" w:rsidR="00E22D4F" w:rsidTr="4E628923" w14:paraId="727607FF" w14:textId="77777777">
        <w:tc>
          <w:tcPr>
            <w:tcW w:w="9520" w:type="dxa"/>
          </w:tcPr>
          <w:p w:rsidRPr="00241B25" w:rsidR="00E22D4F" w:rsidP="00E22D4F" w:rsidRDefault="00E22D4F" w14:paraId="198084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:rsidRPr="009C54AE" w:rsidR="0085747A" w:rsidP="009C54AE" w:rsidRDefault="0085747A" w14:paraId="351DA9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DF0717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55B12" w:rsidP="005E153C" w:rsidRDefault="00755B12" w14:paraId="0B205D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5E153C" w:rsidR="00E960BB" w:rsidP="10F1ED4E" w:rsidRDefault="00E22D4F" w14:paraId="24CA1B14" w14:textId="24F9AEE9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10F1ED4E" w:rsidR="00E22D4F">
        <w:rPr>
          <w:rFonts w:ascii="Corbel" w:hAnsi="Corbel"/>
          <w:b w:val="0"/>
          <w:bCs w:val="0"/>
          <w:caps w:val="0"/>
          <w:smallCaps w:val="0"/>
        </w:rPr>
        <w:t>Mini wykład z prezentacją multimedialną, dyskusja</w:t>
      </w:r>
      <w:r w:rsidRPr="10F1ED4E" w:rsidR="00E22D4F">
        <w:rPr>
          <w:rFonts w:ascii="Corbel" w:hAnsi="Corbel"/>
          <w:b w:val="0"/>
          <w:bCs w:val="0"/>
          <w:caps w:val="0"/>
          <w:smallCaps w:val="0"/>
        </w:rPr>
        <w:t>, praca zespołowa</w:t>
      </w:r>
      <w:r w:rsidRPr="10F1ED4E" w:rsidR="00E22D4F">
        <w:rPr>
          <w:rFonts w:ascii="Corbel" w:hAnsi="Corbel"/>
          <w:b w:val="0"/>
          <w:bCs w:val="0"/>
          <w:caps w:val="0"/>
          <w:smallCaps w:val="0"/>
        </w:rPr>
        <w:t>, rozwiązywanie zadań indywidualne i grupowe</w:t>
      </w:r>
      <w:r w:rsidRPr="10F1ED4E" w:rsidR="005E153C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027F80D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07E9D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466AE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251C45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E61C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273416" w14:paraId="78D6BC6A" w14:textId="77777777">
        <w:tc>
          <w:tcPr>
            <w:tcW w:w="1962" w:type="dxa"/>
            <w:vAlign w:val="center"/>
          </w:tcPr>
          <w:p w:rsidRPr="009C54AE" w:rsidR="0085747A" w:rsidP="009C54AE" w:rsidRDefault="0071620A" w14:paraId="67D919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EBB02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7531E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B2F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A5E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5B00A5" w:rsidTr="00273416" w14:paraId="7C4421E2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61072F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2A0B04" w:rsidR="005B00A5" w:rsidP="005B00A5" w:rsidRDefault="005B00A5" w14:paraId="6BC00C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F288E" w:rsidR="005B00A5" w:rsidP="0069395D" w:rsidRDefault="005B00A5" w14:paraId="419B421D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7A6E3531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5CD4C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A0B04" w:rsidR="005B00A5" w:rsidP="005B00A5" w:rsidRDefault="005B00A5" w14:paraId="693C5B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F288E" w:rsidR="005B00A5" w:rsidP="0069395D" w:rsidRDefault="005B00A5" w14:paraId="4B96FCD4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4B1A615C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70FB93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A0B04" w:rsidR="005B00A5" w:rsidP="005B00A5" w:rsidRDefault="005B00A5" w14:paraId="7E51F6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297365F0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3DBA7A88" w14:textId="77777777">
        <w:trPr>
          <w:trHeight w:val="190"/>
        </w:trPr>
        <w:tc>
          <w:tcPr>
            <w:tcW w:w="1962" w:type="dxa"/>
          </w:tcPr>
          <w:p w:rsidRPr="003A70B6" w:rsidR="005B00A5" w:rsidP="005B00A5" w:rsidRDefault="005B00A5" w14:paraId="4E15D09A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2A0B04" w:rsidR="005B00A5" w:rsidP="005B00A5" w:rsidRDefault="005B00A5" w14:paraId="35F0770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DF288E" w:rsidR="005B00A5" w:rsidP="0069395D" w:rsidRDefault="005B00A5" w14:paraId="6513A554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16A412FA" w14:textId="77777777">
        <w:trPr>
          <w:trHeight w:val="190"/>
        </w:trPr>
        <w:tc>
          <w:tcPr>
            <w:tcW w:w="1962" w:type="dxa"/>
          </w:tcPr>
          <w:p w:rsidRPr="003A70B6" w:rsidR="005B00A5" w:rsidP="005B00A5" w:rsidRDefault="005B00A5" w14:paraId="35FB8647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Pr="002A0B04" w:rsidR="005B00A5" w:rsidP="005B00A5" w:rsidRDefault="005B00A5" w14:paraId="0D5B279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7D0A7E81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5D43B2ED" w14:textId="77777777">
        <w:tc>
          <w:tcPr>
            <w:tcW w:w="1962" w:type="dxa"/>
          </w:tcPr>
          <w:p w:rsidRPr="003A70B6" w:rsidR="005B00A5" w:rsidP="005B00A5" w:rsidRDefault="005B00A5" w14:paraId="2F78BA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2A0B04" w:rsidR="005B00A5" w:rsidP="005B00A5" w:rsidRDefault="005B00A5" w14:paraId="45A68D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219E9EED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9341D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F51AF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BB871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55085B2" w14:paraId="3EEDC79F" w14:textId="77777777">
        <w:tc>
          <w:tcPr>
            <w:tcW w:w="9670" w:type="dxa"/>
            <w:tcMar/>
          </w:tcPr>
          <w:p w:rsidR="005B00A5" w:rsidP="1F71C9C6" w:rsidRDefault="00273416" w14:paraId="1DDDDCE0" w14:textId="761CA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Pr="1F71C9C6" w:rsidR="33F22D60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:rsidRPr="009C54AE" w:rsidR="0085747A" w:rsidP="4E628923" w:rsidRDefault="00273416" w14:paraId="4275A527" w14:textId="0597F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Pr="4E628923" w:rsidR="0E1DCB9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Pr="4E628923" w:rsidR="31C925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E628923" w:rsidR="6B7DCAD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:rsidRPr="009C54AE" w:rsidR="0085747A" w:rsidP="555085B2" w:rsidRDefault="3D4D8780" w14:paraId="6F879496" w14:textId="2A16AE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55085B2" w:rsidR="6A440F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Przed realizacją pracy pisemnej stude</w:t>
            </w:r>
            <w:r w:rsidRPr="555085B2" w:rsidR="2DD85E3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nci są informowani jakie elementy będą oceniane.</w:t>
            </w:r>
          </w:p>
          <w:p w:rsidRPr="009C54AE" w:rsidR="0085747A" w:rsidP="4E628923" w:rsidRDefault="71A6E2CD" w14:paraId="636F466E" w14:textId="7FD80E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Pr="4E628923" w:rsidR="45B18EA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Pr="4E628923" w:rsidR="7A97B1F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Pr="4E628923" w:rsidR="6B2288AC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Pr="4E628923" w:rsidR="007A16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Pr="4E628923" w:rsidR="6282BE6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Pr="4E628923" w:rsidR="007A163A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Pr="4E628923" w:rsidR="5D7290A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E628923" w:rsidR="4ABE7E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Pr="4E628923" w:rsidR="26170D1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Pr="4E628923" w:rsidR="1522DA5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Pr="4E628923" w:rsidR="4219625F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Pr="4E628923" w:rsidR="50C49B0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Pr="4E628923" w:rsidR="71722872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430FFA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70BBA4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7F530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CABEE3" w14:textId="77777777">
        <w:tc>
          <w:tcPr>
            <w:tcW w:w="4962" w:type="dxa"/>
            <w:vAlign w:val="center"/>
          </w:tcPr>
          <w:p w:rsidRPr="009C54AE" w:rsidR="0085747A" w:rsidP="009C54AE" w:rsidRDefault="00C61DC5" w14:paraId="14638B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9FA1A2B" w14:textId="316B5C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F1312C2" w14:textId="77777777">
        <w:tc>
          <w:tcPr>
            <w:tcW w:w="4962" w:type="dxa"/>
          </w:tcPr>
          <w:p w:rsidRPr="009C54AE" w:rsidR="0085747A" w:rsidP="009C54AE" w:rsidRDefault="00C61DC5" w14:paraId="6F09C7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036F4" w:rsidRDefault="00273416" w14:paraId="652748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032F7A0" w14:textId="77777777">
        <w:tc>
          <w:tcPr>
            <w:tcW w:w="4962" w:type="dxa"/>
          </w:tcPr>
          <w:p w:rsidRPr="009C54AE" w:rsidR="00C61DC5" w:rsidP="009C54AE" w:rsidRDefault="00C61DC5" w14:paraId="09C372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9FAFA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036F4" w:rsidRDefault="00273416" w14:paraId="1C67AB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637E606E" w14:textId="77777777">
        <w:tc>
          <w:tcPr>
            <w:tcW w:w="4962" w:type="dxa"/>
          </w:tcPr>
          <w:p w:rsidRPr="009C54AE" w:rsidR="00C61DC5" w:rsidP="00755B12" w:rsidRDefault="00C61DC5" w14:paraId="4F7D1453" w14:textId="18193E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5036F4" w:rsidRDefault="00273416" w14:paraId="0C819D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53C6E3B6" w14:textId="77777777">
        <w:tc>
          <w:tcPr>
            <w:tcW w:w="4962" w:type="dxa"/>
          </w:tcPr>
          <w:p w:rsidRPr="009C54AE" w:rsidR="0085747A" w:rsidP="009C54AE" w:rsidRDefault="0085747A" w14:paraId="02465A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36F4" w:rsidRDefault="00273416" w14:paraId="6019AB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260AAE9" w14:textId="77777777">
        <w:tc>
          <w:tcPr>
            <w:tcW w:w="4962" w:type="dxa"/>
          </w:tcPr>
          <w:p w:rsidRPr="009C54AE" w:rsidR="0085747A" w:rsidP="009C54AE" w:rsidRDefault="0085747A" w14:paraId="101A9B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Pr="009C54AE" w:rsidR="0085747A" w:rsidP="005036F4" w:rsidRDefault="00273416" w14:paraId="67DE9E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18993F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5FE7D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F1F24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CA208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CC5F98" w14:paraId="7889062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D4E6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C5F98" w:rsidRDefault="00CC5F98" w14:paraId="049F90F7" w14:textId="24E49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C5F98" w14:paraId="7CFE64C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BBE0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C5F98" w:rsidRDefault="00CC5F98" w14:paraId="056E8C06" w14:textId="708B9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66DBCC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AF0E4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6792A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F71C9C6" w14:paraId="6ABEFE73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715214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C5F98" w:rsidR="009C1EB1" w:rsidP="00CC5F98" w:rsidRDefault="009C1EB1" w14:paraId="74F1C3C9" w14:textId="7777777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Pr="00CC5F98" w:rsidR="00E40A3B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:rsidR="009C1EB1" w:rsidP="00CC5F98" w:rsidRDefault="009C1EB1" w14:paraId="79F0FA6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:rsidRPr="009C1EB1" w:rsidR="00273416" w:rsidP="4E628923" w:rsidRDefault="00273416" w14:paraId="2CC3B337" w14:textId="7388E60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Pr="4E628923" w:rsidR="424B588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9C54AE" w:rsidR="0085747A" w:rsidTr="1F71C9C6" w14:paraId="2318CDD7" w14:textId="77777777">
        <w:trPr>
          <w:trHeight w:val="397"/>
        </w:trPr>
        <w:tc>
          <w:tcPr>
            <w:tcW w:w="5000" w:type="pct"/>
          </w:tcPr>
          <w:p w:rsidR="0085747A" w:rsidP="1F71C9C6" w:rsidRDefault="0085747A" w14:paraId="3C3467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1EB1" w:rsidP="1F71C9C6" w:rsidRDefault="50303A52" w14:paraId="418018F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:rsidRPr="00DF78D5" w:rsidR="00273416" w:rsidP="1F71C9C6" w:rsidRDefault="00273416" w14:paraId="6A4B8E1B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:rsidRPr="009C1EB1" w:rsidR="009C1EB1" w:rsidP="1F71C9C6" w:rsidRDefault="44D7784A" w14:paraId="6F9786BC" w14:textId="0FAE7012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:rsidRPr="009C54AE" w:rsidR="0085747A" w:rsidP="009C54AE" w:rsidRDefault="0085747A" w14:paraId="099D68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6B273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709619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7A45" w:rsidP="00C16ABF" w:rsidRDefault="00317A45" w14:paraId="040B40E0" w14:textId="77777777">
      <w:pPr>
        <w:spacing w:after="0" w:line="240" w:lineRule="auto"/>
      </w:pPr>
      <w:r>
        <w:separator/>
      </w:r>
    </w:p>
  </w:endnote>
  <w:endnote w:type="continuationSeparator" w:id="0">
    <w:p w:rsidR="00317A45" w:rsidP="00C16ABF" w:rsidRDefault="00317A45" w14:paraId="11C80C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7A45" w:rsidP="00C16ABF" w:rsidRDefault="00317A45" w14:paraId="79F0270B" w14:textId="77777777">
      <w:pPr>
        <w:spacing w:after="0" w:line="240" w:lineRule="auto"/>
      </w:pPr>
      <w:r>
        <w:separator/>
      </w:r>
    </w:p>
  </w:footnote>
  <w:footnote w:type="continuationSeparator" w:id="0">
    <w:p w:rsidR="00317A45" w:rsidP="00C16ABF" w:rsidRDefault="00317A45" w14:paraId="40221AB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CEDBA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A4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1B9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0F1ED4E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55085B2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  <w:rsid w:val="7AD0C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F15FB-F959-B74C-AA7F-F03461B697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21</revision>
  <lastPrinted>2019-02-06T12:12:00.0000000Z</lastPrinted>
  <dcterms:created xsi:type="dcterms:W3CDTF">2020-10-17T18:47:00.0000000Z</dcterms:created>
  <dcterms:modified xsi:type="dcterms:W3CDTF">2020-12-12T11:26:45.5222806Z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